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91" w:rsidRPr="00653C12" w:rsidRDefault="00D57E21" w:rsidP="005A1991">
      <w:pPr>
        <w:spacing w:after="120"/>
        <w:outlineLvl w:val="0"/>
        <w:rPr>
          <w:rFonts w:ascii="Cambria" w:hAnsi="Cambria" w:cs="Calibri"/>
        </w:rPr>
      </w:pPr>
      <w:r w:rsidRPr="00653C12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3803650</wp:posOffset>
                </wp:positionH>
                <wp:positionV relativeFrom="paragraph">
                  <wp:posOffset>-314960</wp:posOffset>
                </wp:positionV>
                <wp:extent cx="3321050" cy="756920"/>
                <wp:effectExtent l="0" t="0" r="12700" b="24130"/>
                <wp:wrapNone/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6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5A3F" w:rsidRPr="00543FBB" w:rsidRDefault="00F45A3F" w:rsidP="005A1991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543FBB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W#</w:t>
                            </w:r>
                            <w:r w:rsidR="006962A8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140</w:t>
                            </w:r>
                            <w:r w:rsidRPr="00543FBB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Find Arc LENGTH</w:t>
                            </w:r>
                          </w:p>
                          <w:p w:rsidR="00F45A3F" w:rsidRDefault="00F45A3F" w:rsidP="005A199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F45A3F" w:rsidRDefault="0047399C" w:rsidP="005A199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0A53DB">
                              <w:rPr>
                                <w:rFonts w:ascii="Cambria" w:hAnsi="Cambria"/>
                              </w:rPr>
                              <w:t>Thursday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6962A8">
                              <w:rPr>
                                <w:rFonts w:ascii="Cambria" w:hAnsi="Cambria"/>
                              </w:rPr>
                              <w:t>April 23, 2015</w:t>
                            </w:r>
                          </w:p>
                          <w:p w:rsidR="00F45A3F" w:rsidRDefault="00F45A3F" w:rsidP="005A1991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F45A3F" w:rsidRPr="00FC683D" w:rsidRDefault="00F45A3F" w:rsidP="005A199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9.5pt;margin-top:-24.8pt;width:261.5pt;height:5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" strokeweight="1.5pt">
                <v:textbox>
                  <w:txbxContent>
                    <w:p w:rsidR="00F45A3F" w:rsidRPr="00543FBB" w:rsidRDefault="00F45A3F" w:rsidP="005A1991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543FBB"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W#</w:t>
                      </w:r>
                      <w:r w:rsidR="006962A8">
                        <w:rPr>
                          <w:rFonts w:ascii="Cambria" w:hAnsi="Cambria"/>
                          <w:sz w:val="22"/>
                          <w:szCs w:val="22"/>
                        </w:rPr>
                        <w:t>140</w:t>
                      </w:r>
                      <w:r w:rsidRPr="00543FBB">
                        <w:rPr>
                          <w:rFonts w:ascii="Cambria" w:hAnsi="Cambria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Find Arc LENGTH</w:t>
                      </w:r>
                    </w:p>
                    <w:p w:rsidR="00F45A3F" w:rsidRDefault="00F45A3F" w:rsidP="005A199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F45A3F" w:rsidRDefault="0047399C" w:rsidP="005A199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0A53DB">
                        <w:rPr>
                          <w:rFonts w:ascii="Cambria" w:hAnsi="Cambria"/>
                        </w:rPr>
                        <w:t>Thursday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6962A8">
                        <w:rPr>
                          <w:rFonts w:ascii="Cambria" w:hAnsi="Cambria"/>
                        </w:rPr>
                        <w:t>April 23, 2015</w:t>
                      </w:r>
                    </w:p>
                    <w:p w:rsidR="00F45A3F" w:rsidRDefault="00F45A3F" w:rsidP="005A1991">
                      <w:pPr>
                        <w:rPr>
                          <w:rFonts w:ascii="Cambria" w:hAnsi="Cambria"/>
                        </w:rPr>
                      </w:pPr>
                    </w:p>
                    <w:p w:rsidR="00F45A3F" w:rsidRPr="00FC683D" w:rsidRDefault="00F45A3F" w:rsidP="005A1991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A1991" w:rsidRPr="00653C12">
        <w:rPr>
          <w:rFonts w:ascii="Cambria" w:hAnsi="Cambria" w:cs="Calibri"/>
        </w:rPr>
        <w:t>Name: _</w:t>
      </w:r>
      <w:r w:rsidR="006962A8">
        <w:rPr>
          <w:rFonts w:ascii="Cambria" w:hAnsi="Cambria" w:cs="Calibri"/>
        </w:rPr>
        <w:t xml:space="preserve">_____________________________________ </w:t>
      </w:r>
      <w:r w:rsidR="005A1991" w:rsidRPr="00653C12">
        <w:rPr>
          <w:rFonts w:ascii="Cambria" w:hAnsi="Cambria" w:cs="Calibri"/>
        </w:rPr>
        <w:t>P</w:t>
      </w:r>
      <w:r w:rsidR="006962A8">
        <w:rPr>
          <w:rFonts w:ascii="Cambria" w:hAnsi="Cambria" w:cs="Calibri"/>
        </w:rPr>
        <w:t>er</w:t>
      </w:r>
      <w:r w:rsidR="005A1991" w:rsidRPr="00653C12">
        <w:rPr>
          <w:rFonts w:ascii="Cambria" w:hAnsi="Cambria" w:cs="Calibri"/>
        </w:rPr>
        <w:t>: ______</w:t>
      </w:r>
    </w:p>
    <w:p w:rsidR="005A1991" w:rsidRDefault="005A1991" w:rsidP="005A1991">
      <w:pPr>
        <w:spacing w:after="120"/>
        <w:outlineLvl w:val="0"/>
        <w:rPr>
          <w:rFonts w:ascii="Cambria" w:hAnsi="Cambria" w:cs="Calibri"/>
        </w:rPr>
      </w:pPr>
    </w:p>
    <w:p w:rsidR="005A1991" w:rsidRPr="00653C12" w:rsidRDefault="005A1991" w:rsidP="00E17384">
      <w:pPr>
        <w:outlineLvl w:val="0"/>
        <w:rPr>
          <w:rFonts w:ascii="Cambria" w:hAnsi="Cambria" w:cs="Calibri"/>
          <w:b/>
          <w:sz w:val="22"/>
        </w:rPr>
      </w:pPr>
      <w:r w:rsidRPr="00653C12">
        <w:rPr>
          <w:rFonts w:ascii="Cambria" w:hAnsi="Cambria" w:cs="Calibri"/>
          <w:b/>
          <w:sz w:val="22"/>
        </w:rPr>
        <w:t>Failure to show all work (mark up all diagrams and write out needed formulas) and/or write in complete sentences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41"/>
        <w:gridCol w:w="5349"/>
      </w:tblGrid>
      <w:tr w:rsidR="00357C3C" w:rsidRPr="00C53867" w:rsidTr="00C53867">
        <w:tc>
          <w:tcPr>
            <w:tcW w:w="5508" w:type="dxa"/>
            <w:shd w:val="clear" w:color="auto" w:fill="auto"/>
          </w:tcPr>
          <w:p w:rsidR="00357C3C" w:rsidRDefault="0003170A" w:rsidP="00C53867">
            <w:pPr>
              <w:rPr>
                <w:rFonts w:ascii="Cambria" w:hAnsi="Cambria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15B4D2" wp14:editId="0CEDD3E3">
                  <wp:extent cx="3051544" cy="99977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724" cy="100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7A30" w:rsidRDefault="00A87A30" w:rsidP="00C53867">
            <w:pPr>
              <w:rPr>
                <w:rFonts w:ascii="Cambria" w:hAnsi="Cambria"/>
                <w:szCs w:val="20"/>
              </w:rPr>
            </w:pPr>
          </w:p>
          <w:p w:rsidR="00A87A30" w:rsidRDefault="00A87A30" w:rsidP="00C53867">
            <w:pPr>
              <w:rPr>
                <w:rFonts w:ascii="Cambria" w:hAnsi="Cambria"/>
                <w:szCs w:val="20"/>
              </w:rPr>
            </w:pPr>
          </w:p>
          <w:p w:rsidR="00357C3C" w:rsidRPr="00C53867" w:rsidRDefault="00357C3C" w:rsidP="00C53867">
            <w:pPr>
              <w:rPr>
                <w:rFonts w:ascii="Cambria" w:hAnsi="Cambria"/>
                <w:szCs w:val="20"/>
              </w:rPr>
            </w:pPr>
          </w:p>
          <w:p w:rsidR="00357C3C" w:rsidRPr="00C53867" w:rsidRDefault="00357C3C" w:rsidP="00C53867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357C3C" w:rsidRPr="006962A8" w:rsidRDefault="0003170A" w:rsidP="00C53867">
            <w:pPr>
              <w:rPr>
                <w:rFonts w:ascii="Cambria" w:hAnsi="Cambria" w:cs="Calibri"/>
                <w:i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D7B640A" wp14:editId="412606B6">
                  <wp:extent cx="2588525" cy="1190847"/>
                  <wp:effectExtent l="0" t="0" r="254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908" cy="1195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7C3C" w:rsidRPr="00C53867" w:rsidTr="00C53867">
        <w:tc>
          <w:tcPr>
            <w:tcW w:w="5508" w:type="dxa"/>
            <w:shd w:val="clear" w:color="auto" w:fill="auto"/>
          </w:tcPr>
          <w:p w:rsidR="00357C3C" w:rsidRPr="00C53867" w:rsidRDefault="0003170A" w:rsidP="00C53867">
            <w:pPr>
              <w:rPr>
                <w:rFonts w:ascii="Cambria" w:hAnsi="Cambria" w:cs="Calibr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B7E2150" wp14:editId="12874766">
                  <wp:extent cx="2867107" cy="2073349"/>
                  <wp:effectExtent l="0" t="0" r="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590" cy="2076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324A25" w:rsidRPr="00C53867" w:rsidRDefault="0003170A" w:rsidP="00357C3C">
            <w:pPr>
              <w:rPr>
                <w:rFonts w:ascii="Cambria" w:hAnsi="Cambria" w:cs="Calibr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D24B9EB" wp14:editId="56C2B186">
                  <wp:extent cx="2628706" cy="1945758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466" cy="1950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7C3C" w:rsidRPr="00C53867" w:rsidTr="00C53867">
        <w:tc>
          <w:tcPr>
            <w:tcW w:w="5508" w:type="dxa"/>
            <w:shd w:val="clear" w:color="auto" w:fill="auto"/>
          </w:tcPr>
          <w:p w:rsidR="006962A8" w:rsidRPr="00C53867" w:rsidRDefault="0003170A" w:rsidP="0003170A">
            <w:pPr>
              <w:rPr>
                <w:rFonts w:ascii="Cambria" w:hAnsi="Cambria" w:cs="Calibr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EBDEDAD" wp14:editId="1A42D762">
                  <wp:extent cx="2530549" cy="2415524"/>
                  <wp:effectExtent l="0" t="0" r="3175" b="444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78" cy="2422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357C3C" w:rsidRPr="00C53867" w:rsidRDefault="00A66EEB" w:rsidP="00C53867">
            <w:pPr>
              <w:rPr>
                <w:rFonts w:ascii="Cambria" w:hAnsi="Cambria"/>
                <w:sz w:val="22"/>
                <w:szCs w:val="20"/>
              </w:rPr>
            </w:pPr>
            <w:r>
              <w:rPr>
                <w:rFonts w:ascii="Cambria" w:hAnsi="Cambria"/>
                <w:sz w:val="22"/>
                <w:szCs w:val="20"/>
              </w:rPr>
              <w:t>6</w:t>
            </w:r>
            <w:r w:rsidR="00357C3C" w:rsidRPr="00C53867">
              <w:rPr>
                <w:rFonts w:ascii="Cambria" w:hAnsi="Cambria"/>
                <w:sz w:val="22"/>
                <w:szCs w:val="20"/>
              </w:rPr>
              <w:t>) The minute hand and the hour hands on a clock originate at the center of the clock and reach to the outer edge of the clock. The diameter of the clock is 12 inches. When it is 3:00 pm, what is the length of the arc created by the minute hand and the hour hand?</w:t>
            </w:r>
          </w:p>
        </w:tc>
      </w:tr>
      <w:tr w:rsidR="008C7325" w:rsidRPr="00C53867" w:rsidTr="00A5276C">
        <w:trPr>
          <w:trHeight w:val="3203"/>
        </w:trPr>
        <w:tc>
          <w:tcPr>
            <w:tcW w:w="5508" w:type="dxa"/>
            <w:shd w:val="clear" w:color="auto" w:fill="auto"/>
          </w:tcPr>
          <w:p w:rsidR="00324A25" w:rsidRPr="00C53867" w:rsidRDefault="0003170A" w:rsidP="00C53867">
            <w:pPr>
              <w:rPr>
                <w:rFonts w:ascii="Cambria" w:hAnsi="Cambria"/>
                <w:sz w:val="22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22E5BCC" wp14:editId="44B9D06C">
                  <wp:extent cx="2424223" cy="1977858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960" cy="198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8C7325" w:rsidRPr="00C53867" w:rsidRDefault="00A66EEB" w:rsidP="00C53867">
            <w:pPr>
              <w:rPr>
                <w:rFonts w:ascii="Cambria" w:hAnsi="Cambria"/>
                <w:sz w:val="22"/>
                <w:szCs w:val="20"/>
              </w:rPr>
            </w:pPr>
            <w:r>
              <w:rPr>
                <w:rFonts w:ascii="Cambria" w:hAnsi="Cambria"/>
                <w:sz w:val="22"/>
                <w:szCs w:val="20"/>
              </w:rPr>
              <w:t>8</w:t>
            </w:r>
            <w:r w:rsidR="008C7325" w:rsidRPr="00C53867">
              <w:rPr>
                <w:rFonts w:ascii="Cambria" w:hAnsi="Cambria"/>
                <w:sz w:val="22"/>
                <w:szCs w:val="20"/>
              </w:rPr>
              <w:t>)</w:t>
            </w:r>
            <w:r w:rsidR="00324A25" w:rsidRPr="00C53867">
              <w:rPr>
                <w:rFonts w:ascii="Cambria" w:hAnsi="Cambria"/>
                <w:sz w:val="22"/>
                <w:szCs w:val="20"/>
              </w:rPr>
              <w:t xml:space="preserve"> Find the measure of the arc or central angle indicated.  Assume that lines which appear to be diameters are actual diameters.</w:t>
            </w:r>
          </w:p>
          <w:p w:rsidR="008C7325" w:rsidRPr="00C53867" w:rsidRDefault="00D57E21" w:rsidP="00C53867">
            <w:pPr>
              <w:rPr>
                <w:rFonts w:ascii="Cambria" w:hAnsi="Cambria"/>
                <w:sz w:val="22"/>
                <w:szCs w:val="20"/>
              </w:rPr>
            </w:pPr>
            <w:r w:rsidRPr="00247E87">
              <w:rPr>
                <w:noProof/>
              </w:rPr>
              <w:drawing>
                <wp:inline distT="0" distB="0" distL="0" distR="0">
                  <wp:extent cx="1747486" cy="1254641"/>
                  <wp:effectExtent l="0" t="0" r="5715" b="3175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870" cy="12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7A30" w:rsidRDefault="00A87A30" w:rsidP="00E22ABB">
      <w:pPr>
        <w:outlineLvl w:val="0"/>
        <w:rPr>
          <w:rFonts w:ascii="Cambria" w:hAnsi="Cambria" w:cs="Calibri"/>
          <w:b/>
          <w:sz w:val="22"/>
        </w:rPr>
      </w:pPr>
    </w:p>
    <w:p w:rsidR="00211F95" w:rsidRPr="006962A8" w:rsidRDefault="00211F95" w:rsidP="00211F95">
      <w:pPr>
        <w:pStyle w:val="MediumGrid2"/>
        <w:rPr>
          <w:rFonts w:ascii="Cambria" w:hAnsi="Cambria" w:cs="Cambria"/>
          <w:noProof/>
        </w:rPr>
      </w:pPr>
      <w:r w:rsidRPr="006962A8">
        <w:rPr>
          <w:rFonts w:ascii="Cambria" w:hAnsi="Cambria" w:cs="Apple Chancery"/>
          <w:sz w:val="70"/>
          <w:szCs w:val="70"/>
        </w:rPr>
        <w:t>GRASP REVIEW!</w:t>
      </w:r>
      <w:bookmarkStart w:id="0" w:name="_GoBack"/>
      <w:bookmarkEnd w:id="0"/>
    </w:p>
    <w:p w:rsidR="00211F95" w:rsidRPr="006962A8" w:rsidRDefault="00A5276C" w:rsidP="00211F95">
      <w:pPr>
        <w:spacing w:after="120"/>
        <w:rPr>
          <w:rFonts w:ascii="Cambria" w:hAnsi="Cambria"/>
          <w:sz w:val="160"/>
          <w:szCs w:val="160"/>
        </w:rPr>
      </w:pPr>
      <w:r w:rsidRPr="00A5276C">
        <w:rPr>
          <w:rFonts w:ascii="Cambria" w:hAnsi="Cambria" w:cs="Cambria"/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FE3A7C3" wp14:editId="7BA7979D">
                <wp:simplePos x="0" y="0"/>
                <wp:positionH relativeFrom="margin">
                  <wp:posOffset>3902075</wp:posOffset>
                </wp:positionH>
                <wp:positionV relativeFrom="paragraph">
                  <wp:posOffset>250338</wp:posOffset>
                </wp:positionV>
                <wp:extent cx="2360930" cy="116903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76C" w:rsidRDefault="00A5276C" w:rsidP="00A5276C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w:r>
                              <w:t>What does perpendicular mean?</w:t>
                            </w:r>
                            <w:r>
                              <w:br/>
                            </w:r>
                          </w:p>
                          <w:p w:rsidR="00A5276C" w:rsidRDefault="00A5276C" w:rsidP="00A5276C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w:r>
                              <w:t>What is the formula for midpoint?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3A7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07.25pt;margin-top:19.7pt;width:185.9pt;height:92.05pt;z-index:25166182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" stroked="f">
                <v:textbox>
                  <w:txbxContent>
                    <w:p w:rsidR="00A5276C" w:rsidRDefault="00A5276C" w:rsidP="00A5276C">
                      <w:pPr>
                        <w:pStyle w:val="ListParagraph"/>
                        <w:numPr>
                          <w:ilvl w:val="0"/>
                          <w:numId w:val="41"/>
                        </w:numPr>
                      </w:pPr>
                      <w:r>
                        <w:t>What does perpendicular mean?</w:t>
                      </w:r>
                      <w:r>
                        <w:br/>
                      </w:r>
                    </w:p>
                    <w:p w:rsidR="00A5276C" w:rsidRDefault="00A5276C" w:rsidP="00A5276C">
                      <w:pPr>
                        <w:pStyle w:val="ListParagraph"/>
                        <w:numPr>
                          <w:ilvl w:val="0"/>
                          <w:numId w:val="41"/>
                        </w:numPr>
                      </w:pPr>
                      <w:r>
                        <w:t>What is the formula for midpoint?</w:t>
                      </w:r>
                      <w: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1F95" w:rsidRPr="006962A8">
        <w:rPr>
          <w:rFonts w:ascii="Cambria" w:hAnsi="Cambria" w:cs="Cambria"/>
          <w:noProof/>
        </w:rPr>
        <w:t xml:space="preserve">A line passes through the points (-3, -4) and (5, 12). What is the equation of the line that is perpenduclar to this line and passes through the midpoint of the two points? </w:t>
      </w:r>
    </w:p>
    <w:p w:rsidR="00211F95" w:rsidRPr="006962A8" w:rsidRDefault="00D57E21" w:rsidP="00211F95">
      <w:pPr>
        <w:spacing w:after="120"/>
        <w:rPr>
          <w:rFonts w:ascii="Cambria" w:hAnsi="Cambria"/>
          <w:sz w:val="160"/>
          <w:szCs w:val="160"/>
        </w:rPr>
      </w:pPr>
      <w:r w:rsidRPr="006962A8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1214755</wp:posOffset>
                </wp:positionV>
                <wp:extent cx="7315200" cy="0"/>
                <wp:effectExtent l="19685" t="16510" r="18415" b="40640"/>
                <wp:wrapNone/>
                <wp:docPr id="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B0511" id="Straight Connector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5.65pt" to="558.0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" strokecolor="#4f81bd" strokeweight="2pt">
                <v:shadow on="t" opacity="24903f" origin=",.5" offset="0,.55556mm"/>
              </v:line>
            </w:pict>
          </mc:Fallback>
        </mc:AlternateContent>
      </w:r>
      <w:r w:rsidR="00211F95" w:rsidRPr="006962A8">
        <w:rPr>
          <w:rFonts w:ascii="Cambria" w:hAnsi="Cambria"/>
          <w:sz w:val="160"/>
          <w:szCs w:val="160"/>
        </w:rPr>
        <w:t>G</w:t>
      </w:r>
    </w:p>
    <w:p w:rsidR="00211F95" w:rsidRPr="006962A8" w:rsidRDefault="00D57E21" w:rsidP="00211F95">
      <w:pPr>
        <w:spacing w:after="120"/>
        <w:rPr>
          <w:rFonts w:ascii="Cambria" w:hAnsi="Cambria"/>
          <w:sz w:val="160"/>
          <w:szCs w:val="160"/>
        </w:rPr>
      </w:pPr>
      <w:r w:rsidRPr="006962A8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1189355</wp:posOffset>
                </wp:positionV>
                <wp:extent cx="7315200" cy="0"/>
                <wp:effectExtent l="19685" t="20320" r="18415" b="36830"/>
                <wp:wrapNone/>
                <wp:docPr id="7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6A6A4" id="Straight Connector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93.65pt" to="558.0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" strokecolor="#4f81bd" strokeweight="2pt">
                <v:shadow on="t" opacity="24903f" origin=",.5" offset="0,.55556mm"/>
              </v:line>
            </w:pict>
          </mc:Fallback>
        </mc:AlternateContent>
      </w:r>
      <w:r w:rsidR="00211F95" w:rsidRPr="006962A8">
        <w:rPr>
          <w:rFonts w:ascii="Cambria" w:hAnsi="Cambria"/>
          <w:sz w:val="160"/>
          <w:szCs w:val="160"/>
        </w:rPr>
        <w:t>R</w:t>
      </w:r>
    </w:p>
    <w:p w:rsidR="00211F95" w:rsidRPr="006962A8" w:rsidRDefault="00211F95" w:rsidP="00211F95">
      <w:pPr>
        <w:spacing w:after="120"/>
        <w:rPr>
          <w:rFonts w:ascii="Cambria" w:hAnsi="Cambria"/>
          <w:sz w:val="160"/>
          <w:szCs w:val="160"/>
        </w:rPr>
      </w:pPr>
      <w:r w:rsidRPr="006962A8">
        <w:rPr>
          <w:rFonts w:ascii="Cambria" w:hAnsi="Cambria"/>
          <w:sz w:val="160"/>
          <w:szCs w:val="160"/>
        </w:rPr>
        <w:t>A</w:t>
      </w:r>
    </w:p>
    <w:p w:rsidR="00211F95" w:rsidRPr="006962A8" w:rsidRDefault="00D57E21" w:rsidP="00211F95">
      <w:pPr>
        <w:spacing w:after="120"/>
        <w:rPr>
          <w:rFonts w:ascii="Cambria" w:hAnsi="Cambria"/>
        </w:rPr>
      </w:pPr>
      <w:r w:rsidRPr="006962A8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-3810</wp:posOffset>
                </wp:positionV>
                <wp:extent cx="7315200" cy="0"/>
                <wp:effectExtent l="19685" t="19050" r="18415" b="381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FB68C" id="Straight Connector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-.3pt" to="558.0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" strokecolor="#4f81bd" strokeweight="2pt">
                <v:shadow on="t" opacity="24903f" origin=",.5" offset="0,.55556mm"/>
              </v:line>
            </w:pict>
          </mc:Fallback>
        </mc:AlternateContent>
      </w:r>
      <w:r w:rsidR="00211F95" w:rsidRPr="006962A8">
        <w:rPr>
          <w:rFonts w:ascii="Cambria" w:hAnsi="Cambria"/>
          <w:sz w:val="160"/>
          <w:szCs w:val="160"/>
        </w:rPr>
        <w:t>S</w:t>
      </w:r>
    </w:p>
    <w:p w:rsidR="00211F95" w:rsidRPr="006962A8" w:rsidRDefault="00211F95" w:rsidP="00211F95">
      <w:pPr>
        <w:spacing w:after="120"/>
        <w:rPr>
          <w:rFonts w:ascii="Cambria" w:hAnsi="Cambria"/>
        </w:rPr>
      </w:pPr>
    </w:p>
    <w:p w:rsidR="00211F95" w:rsidRPr="006962A8" w:rsidRDefault="00D57E21" w:rsidP="00211F95">
      <w:pPr>
        <w:spacing w:after="120"/>
        <w:rPr>
          <w:rFonts w:ascii="Cambria" w:hAnsi="Cambria"/>
        </w:rPr>
      </w:pPr>
      <w:r w:rsidRPr="006962A8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69215</wp:posOffset>
                </wp:positionV>
                <wp:extent cx="7315200" cy="0"/>
                <wp:effectExtent l="19685" t="13970" r="18415" b="33655"/>
                <wp:wrapNone/>
                <wp:docPr id="5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A2BB2" id="Straight Connector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95pt,5.45pt" to="558.0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" strokecolor="#4f81bd" strokeweight="2pt">
                <v:shadow on="t" opacity="24903f" origin=",.5" offset="0,.55556mm"/>
              </v:line>
            </w:pict>
          </mc:Fallback>
        </mc:AlternateContent>
      </w:r>
    </w:p>
    <w:p w:rsidR="00211F95" w:rsidRPr="006962A8" w:rsidRDefault="00211F95" w:rsidP="00211F95">
      <w:pPr>
        <w:spacing w:after="120"/>
        <w:rPr>
          <w:rFonts w:ascii="Cambria" w:hAnsi="Cambria"/>
          <w:sz w:val="160"/>
          <w:szCs w:val="160"/>
        </w:rPr>
      </w:pPr>
      <w:r w:rsidRPr="006962A8">
        <w:rPr>
          <w:rFonts w:ascii="Cambria" w:hAnsi="Cambria"/>
          <w:sz w:val="160"/>
          <w:szCs w:val="160"/>
        </w:rPr>
        <w:t>P</w:t>
      </w: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962BD7" w:rsidRPr="006962A8" w:rsidRDefault="00962BD7" w:rsidP="00E22ABB">
      <w:pPr>
        <w:outlineLvl w:val="0"/>
        <w:rPr>
          <w:rFonts w:ascii="Cambria" w:hAnsi="Cambria" w:cs="Calibri"/>
          <w:b/>
          <w:sz w:val="22"/>
        </w:rPr>
      </w:pPr>
    </w:p>
    <w:p w:rsidR="007429B8" w:rsidRPr="006962A8" w:rsidRDefault="007429B8" w:rsidP="00302D4B">
      <w:pPr>
        <w:spacing w:after="120"/>
        <w:outlineLvl w:val="0"/>
        <w:rPr>
          <w:rFonts w:ascii="Cambria" w:hAnsi="Cambria"/>
          <w:vanish/>
        </w:rPr>
      </w:pPr>
    </w:p>
    <w:sectPr w:rsidR="007429B8" w:rsidRPr="006962A8" w:rsidSect="007A2833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037" w:rsidRDefault="00854037">
      <w:r>
        <w:separator/>
      </w:r>
    </w:p>
  </w:endnote>
  <w:endnote w:type="continuationSeparator" w:id="0">
    <w:p w:rsidR="00854037" w:rsidRDefault="0085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037" w:rsidRDefault="00854037">
      <w:r>
        <w:separator/>
      </w:r>
    </w:p>
  </w:footnote>
  <w:footnote w:type="continuationSeparator" w:id="0">
    <w:p w:rsidR="00854037" w:rsidRDefault="00854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ECCE7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71E8"/>
    <w:multiLevelType w:val="hybridMultilevel"/>
    <w:tmpl w:val="B888D5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521D"/>
    <w:multiLevelType w:val="hybridMultilevel"/>
    <w:tmpl w:val="5944EE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368E3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E016545"/>
    <w:multiLevelType w:val="hybridMultilevel"/>
    <w:tmpl w:val="88BAE49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0340BE"/>
    <w:multiLevelType w:val="hybridMultilevel"/>
    <w:tmpl w:val="DF5C5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519D4"/>
    <w:multiLevelType w:val="hybridMultilevel"/>
    <w:tmpl w:val="A53457FE"/>
    <w:lvl w:ilvl="0" w:tplc="FD621C6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D9E75D4"/>
    <w:multiLevelType w:val="hybridMultilevel"/>
    <w:tmpl w:val="7E80640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9148E"/>
    <w:multiLevelType w:val="hybridMultilevel"/>
    <w:tmpl w:val="F8D0EF2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322085"/>
    <w:multiLevelType w:val="hybridMultilevel"/>
    <w:tmpl w:val="3CC4A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27C60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60123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45D2B"/>
    <w:multiLevelType w:val="hybridMultilevel"/>
    <w:tmpl w:val="F00A6C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DA6FF5"/>
    <w:multiLevelType w:val="hybridMultilevel"/>
    <w:tmpl w:val="9A1CC0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A727B"/>
    <w:multiLevelType w:val="hybridMultilevel"/>
    <w:tmpl w:val="F8D0EF2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485122"/>
    <w:multiLevelType w:val="hybridMultilevel"/>
    <w:tmpl w:val="435A2DD4"/>
    <w:lvl w:ilvl="0" w:tplc="85AA5BCE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797552"/>
    <w:multiLevelType w:val="hybridMultilevel"/>
    <w:tmpl w:val="B5EA42CA"/>
    <w:lvl w:ilvl="0" w:tplc="E1CCD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67A9D"/>
    <w:multiLevelType w:val="hybridMultilevel"/>
    <w:tmpl w:val="6AEC5B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DB2ADE"/>
    <w:multiLevelType w:val="hybridMultilevel"/>
    <w:tmpl w:val="B948A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1E7E94"/>
    <w:multiLevelType w:val="hybridMultilevel"/>
    <w:tmpl w:val="9300E190"/>
    <w:lvl w:ilvl="0" w:tplc="AFD629C4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25">
    <w:nsid w:val="45772EA5"/>
    <w:multiLevelType w:val="hybridMultilevel"/>
    <w:tmpl w:val="F94C798E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2502B2"/>
    <w:multiLevelType w:val="hybridMultilevel"/>
    <w:tmpl w:val="144E73F8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2970F2B"/>
    <w:multiLevelType w:val="hybridMultilevel"/>
    <w:tmpl w:val="07140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0192DD0"/>
    <w:multiLevelType w:val="hybridMultilevel"/>
    <w:tmpl w:val="4E600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A27B46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AD5AFD"/>
    <w:multiLevelType w:val="hybridMultilevel"/>
    <w:tmpl w:val="FD88E5E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BB7F0F"/>
    <w:multiLevelType w:val="hybridMultilevel"/>
    <w:tmpl w:val="DB28261A"/>
    <w:lvl w:ilvl="0" w:tplc="253CF508">
      <w:start w:val="1"/>
      <w:numFmt w:val="lowerLetter"/>
      <w:lvlText w:val="%1."/>
      <w:lvlJc w:val="left"/>
      <w:pPr>
        <w:ind w:left="1080" w:hanging="360"/>
      </w:pPr>
      <w:rPr>
        <w:rFonts w:cs="Time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34"/>
  </w:num>
  <w:num w:numId="5">
    <w:abstractNumId w:val="26"/>
  </w:num>
  <w:num w:numId="6">
    <w:abstractNumId w:val="38"/>
  </w:num>
  <w:num w:numId="7">
    <w:abstractNumId w:val="27"/>
  </w:num>
  <w:num w:numId="8">
    <w:abstractNumId w:val="0"/>
  </w:num>
  <w:num w:numId="9">
    <w:abstractNumId w:val="31"/>
  </w:num>
  <w:num w:numId="10">
    <w:abstractNumId w:val="8"/>
  </w:num>
  <w:num w:numId="11">
    <w:abstractNumId w:val="35"/>
  </w:num>
  <w:num w:numId="12">
    <w:abstractNumId w:val="25"/>
  </w:num>
  <w:num w:numId="13">
    <w:abstractNumId w:val="10"/>
  </w:num>
  <w:num w:numId="14">
    <w:abstractNumId w:val="32"/>
  </w:num>
  <w:num w:numId="15">
    <w:abstractNumId w:val="5"/>
  </w:num>
  <w:num w:numId="16">
    <w:abstractNumId w:val="37"/>
  </w:num>
  <w:num w:numId="17">
    <w:abstractNumId w:val="36"/>
  </w:num>
  <w:num w:numId="18">
    <w:abstractNumId w:val="15"/>
  </w:num>
  <w:num w:numId="19">
    <w:abstractNumId w:val="13"/>
  </w:num>
  <w:num w:numId="20">
    <w:abstractNumId w:val="19"/>
  </w:num>
  <w:num w:numId="21">
    <w:abstractNumId w:val="3"/>
  </w:num>
  <w:num w:numId="22">
    <w:abstractNumId w:val="6"/>
  </w:num>
  <w:num w:numId="23">
    <w:abstractNumId w:val="18"/>
  </w:num>
  <w:num w:numId="24">
    <w:abstractNumId w:val="39"/>
  </w:num>
  <w:num w:numId="25">
    <w:abstractNumId w:val="4"/>
  </w:num>
  <w:num w:numId="26">
    <w:abstractNumId w:val="1"/>
  </w:num>
  <w:num w:numId="27">
    <w:abstractNumId w:val="7"/>
  </w:num>
  <w:num w:numId="28">
    <w:abstractNumId w:val="40"/>
  </w:num>
  <w:num w:numId="29">
    <w:abstractNumId w:val="33"/>
  </w:num>
  <w:num w:numId="30">
    <w:abstractNumId w:val="28"/>
  </w:num>
  <w:num w:numId="31">
    <w:abstractNumId w:val="20"/>
  </w:num>
  <w:num w:numId="32">
    <w:abstractNumId w:val="24"/>
  </w:num>
  <w:num w:numId="33">
    <w:abstractNumId w:val="16"/>
  </w:num>
  <w:num w:numId="34">
    <w:abstractNumId w:val="2"/>
  </w:num>
  <w:num w:numId="35">
    <w:abstractNumId w:val="14"/>
  </w:num>
  <w:num w:numId="36">
    <w:abstractNumId w:val="30"/>
  </w:num>
  <w:num w:numId="37">
    <w:abstractNumId w:val="17"/>
  </w:num>
  <w:num w:numId="38">
    <w:abstractNumId w:val="21"/>
  </w:num>
  <w:num w:numId="39">
    <w:abstractNumId w:val="22"/>
  </w:num>
  <w:num w:numId="40">
    <w:abstractNumId w:val="12"/>
  </w:num>
  <w:num w:numId="41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10A88"/>
    <w:rsid w:val="0003170A"/>
    <w:rsid w:val="00033828"/>
    <w:rsid w:val="000432EB"/>
    <w:rsid w:val="000469D2"/>
    <w:rsid w:val="000551D8"/>
    <w:rsid w:val="00056759"/>
    <w:rsid w:val="00057F40"/>
    <w:rsid w:val="00061D61"/>
    <w:rsid w:val="00076EAB"/>
    <w:rsid w:val="00077C27"/>
    <w:rsid w:val="000A53DB"/>
    <w:rsid w:val="000B5EDD"/>
    <w:rsid w:val="000C28BC"/>
    <w:rsid w:val="000C2C8F"/>
    <w:rsid w:val="000C7E06"/>
    <w:rsid w:val="000D43FB"/>
    <w:rsid w:val="000E0DC5"/>
    <w:rsid w:val="000E3E7B"/>
    <w:rsid w:val="000F59AE"/>
    <w:rsid w:val="0010770E"/>
    <w:rsid w:val="001118A4"/>
    <w:rsid w:val="00123B34"/>
    <w:rsid w:val="00126EB0"/>
    <w:rsid w:val="00144DC1"/>
    <w:rsid w:val="001711A6"/>
    <w:rsid w:val="00181DA6"/>
    <w:rsid w:val="001870EA"/>
    <w:rsid w:val="001A4261"/>
    <w:rsid w:val="001A428F"/>
    <w:rsid w:val="001A4E1E"/>
    <w:rsid w:val="001B13F5"/>
    <w:rsid w:val="001B2AE4"/>
    <w:rsid w:val="001B2C0F"/>
    <w:rsid w:val="001B36E7"/>
    <w:rsid w:val="001B6EDE"/>
    <w:rsid w:val="001E691F"/>
    <w:rsid w:val="00210474"/>
    <w:rsid w:val="00211F95"/>
    <w:rsid w:val="00212042"/>
    <w:rsid w:val="0021720B"/>
    <w:rsid w:val="002312A3"/>
    <w:rsid w:val="002376A0"/>
    <w:rsid w:val="00243B65"/>
    <w:rsid w:val="002720B4"/>
    <w:rsid w:val="002840CD"/>
    <w:rsid w:val="00290617"/>
    <w:rsid w:val="00291E6A"/>
    <w:rsid w:val="00297263"/>
    <w:rsid w:val="002C24EC"/>
    <w:rsid w:val="00302D4B"/>
    <w:rsid w:val="00324A25"/>
    <w:rsid w:val="00332A8A"/>
    <w:rsid w:val="00355FD8"/>
    <w:rsid w:val="00357C3C"/>
    <w:rsid w:val="00364319"/>
    <w:rsid w:val="00373FE1"/>
    <w:rsid w:val="00383AC0"/>
    <w:rsid w:val="00386934"/>
    <w:rsid w:val="00393F90"/>
    <w:rsid w:val="0039532F"/>
    <w:rsid w:val="00397BED"/>
    <w:rsid w:val="003D31CC"/>
    <w:rsid w:val="003D414B"/>
    <w:rsid w:val="00400F5B"/>
    <w:rsid w:val="00467C32"/>
    <w:rsid w:val="004706E5"/>
    <w:rsid w:val="0047399C"/>
    <w:rsid w:val="004B5BA2"/>
    <w:rsid w:val="004C0185"/>
    <w:rsid w:val="004C21AC"/>
    <w:rsid w:val="004C370B"/>
    <w:rsid w:val="004D14F1"/>
    <w:rsid w:val="004F4F57"/>
    <w:rsid w:val="005066C4"/>
    <w:rsid w:val="00515EAC"/>
    <w:rsid w:val="00543FBB"/>
    <w:rsid w:val="00545CE5"/>
    <w:rsid w:val="00573C4E"/>
    <w:rsid w:val="00580A9F"/>
    <w:rsid w:val="0058199A"/>
    <w:rsid w:val="005902DF"/>
    <w:rsid w:val="005942CD"/>
    <w:rsid w:val="005A1991"/>
    <w:rsid w:val="005A5E91"/>
    <w:rsid w:val="005B0663"/>
    <w:rsid w:val="005B4427"/>
    <w:rsid w:val="005C4B54"/>
    <w:rsid w:val="005D10CE"/>
    <w:rsid w:val="005D1856"/>
    <w:rsid w:val="00602BFC"/>
    <w:rsid w:val="00631CB9"/>
    <w:rsid w:val="006355C8"/>
    <w:rsid w:val="00640D52"/>
    <w:rsid w:val="006462E0"/>
    <w:rsid w:val="00653C12"/>
    <w:rsid w:val="006650E7"/>
    <w:rsid w:val="00677AA1"/>
    <w:rsid w:val="00684650"/>
    <w:rsid w:val="006962A8"/>
    <w:rsid w:val="006A1FB3"/>
    <w:rsid w:val="006A21C1"/>
    <w:rsid w:val="006A3074"/>
    <w:rsid w:val="006A30F1"/>
    <w:rsid w:val="006A5DDA"/>
    <w:rsid w:val="006E1B50"/>
    <w:rsid w:val="006E62EA"/>
    <w:rsid w:val="006F6221"/>
    <w:rsid w:val="0070401D"/>
    <w:rsid w:val="00735AE4"/>
    <w:rsid w:val="007429B8"/>
    <w:rsid w:val="007478C3"/>
    <w:rsid w:val="007537DD"/>
    <w:rsid w:val="007A2833"/>
    <w:rsid w:val="007B1760"/>
    <w:rsid w:val="007C0A7F"/>
    <w:rsid w:val="007D15FD"/>
    <w:rsid w:val="007E3934"/>
    <w:rsid w:val="007E7DEF"/>
    <w:rsid w:val="0080060E"/>
    <w:rsid w:val="00843FAF"/>
    <w:rsid w:val="00854037"/>
    <w:rsid w:val="008937C7"/>
    <w:rsid w:val="00894F2F"/>
    <w:rsid w:val="008A4CB3"/>
    <w:rsid w:val="008C4E72"/>
    <w:rsid w:val="008C603B"/>
    <w:rsid w:val="008C7325"/>
    <w:rsid w:val="008E6DB9"/>
    <w:rsid w:val="00904CF3"/>
    <w:rsid w:val="0091246F"/>
    <w:rsid w:val="00912FE9"/>
    <w:rsid w:val="0092619A"/>
    <w:rsid w:val="00930BE0"/>
    <w:rsid w:val="009467C0"/>
    <w:rsid w:val="00962BD7"/>
    <w:rsid w:val="00980E18"/>
    <w:rsid w:val="009B73B1"/>
    <w:rsid w:val="009E314C"/>
    <w:rsid w:val="009E375E"/>
    <w:rsid w:val="009E653C"/>
    <w:rsid w:val="00A11B06"/>
    <w:rsid w:val="00A26C7C"/>
    <w:rsid w:val="00A5276C"/>
    <w:rsid w:val="00A61FFA"/>
    <w:rsid w:val="00A63E54"/>
    <w:rsid w:val="00A66EEB"/>
    <w:rsid w:val="00A71D59"/>
    <w:rsid w:val="00A83345"/>
    <w:rsid w:val="00A87A30"/>
    <w:rsid w:val="00A963B0"/>
    <w:rsid w:val="00A96EAF"/>
    <w:rsid w:val="00AB4D23"/>
    <w:rsid w:val="00AD1BE0"/>
    <w:rsid w:val="00AD68E1"/>
    <w:rsid w:val="00AD7D14"/>
    <w:rsid w:val="00AD7EFA"/>
    <w:rsid w:val="00AE0D23"/>
    <w:rsid w:val="00AF0941"/>
    <w:rsid w:val="00B07382"/>
    <w:rsid w:val="00B149BE"/>
    <w:rsid w:val="00B219F4"/>
    <w:rsid w:val="00B50DA6"/>
    <w:rsid w:val="00B5379D"/>
    <w:rsid w:val="00B66F02"/>
    <w:rsid w:val="00B72313"/>
    <w:rsid w:val="00B85B3F"/>
    <w:rsid w:val="00BB5508"/>
    <w:rsid w:val="00BC1AD0"/>
    <w:rsid w:val="00BD2BB6"/>
    <w:rsid w:val="00BD2C8E"/>
    <w:rsid w:val="00BE0E09"/>
    <w:rsid w:val="00BE79C4"/>
    <w:rsid w:val="00BF4E3D"/>
    <w:rsid w:val="00BF5C2E"/>
    <w:rsid w:val="00C079F4"/>
    <w:rsid w:val="00C11913"/>
    <w:rsid w:val="00C17828"/>
    <w:rsid w:val="00C20C87"/>
    <w:rsid w:val="00C24076"/>
    <w:rsid w:val="00C30C03"/>
    <w:rsid w:val="00C408FF"/>
    <w:rsid w:val="00C50E7A"/>
    <w:rsid w:val="00C515BB"/>
    <w:rsid w:val="00C53867"/>
    <w:rsid w:val="00C561CA"/>
    <w:rsid w:val="00C738A1"/>
    <w:rsid w:val="00C814CA"/>
    <w:rsid w:val="00C81FCF"/>
    <w:rsid w:val="00CB1A18"/>
    <w:rsid w:val="00CC6CFD"/>
    <w:rsid w:val="00CC702E"/>
    <w:rsid w:val="00D227E6"/>
    <w:rsid w:val="00D302A4"/>
    <w:rsid w:val="00D3322F"/>
    <w:rsid w:val="00D332CE"/>
    <w:rsid w:val="00D51CFE"/>
    <w:rsid w:val="00D56F4A"/>
    <w:rsid w:val="00D57E21"/>
    <w:rsid w:val="00D600F0"/>
    <w:rsid w:val="00D62E49"/>
    <w:rsid w:val="00D645C1"/>
    <w:rsid w:val="00D73E47"/>
    <w:rsid w:val="00D91BB6"/>
    <w:rsid w:val="00DA1AFC"/>
    <w:rsid w:val="00DD38D7"/>
    <w:rsid w:val="00DD576E"/>
    <w:rsid w:val="00DD6026"/>
    <w:rsid w:val="00DE0AE0"/>
    <w:rsid w:val="00DE24BD"/>
    <w:rsid w:val="00E124BF"/>
    <w:rsid w:val="00E16B27"/>
    <w:rsid w:val="00E17384"/>
    <w:rsid w:val="00E22ABB"/>
    <w:rsid w:val="00E52ADA"/>
    <w:rsid w:val="00E53B9A"/>
    <w:rsid w:val="00E54048"/>
    <w:rsid w:val="00E76C0C"/>
    <w:rsid w:val="00E83CCD"/>
    <w:rsid w:val="00E87E82"/>
    <w:rsid w:val="00E91D34"/>
    <w:rsid w:val="00EA070E"/>
    <w:rsid w:val="00EA3B44"/>
    <w:rsid w:val="00EA75A0"/>
    <w:rsid w:val="00ED6239"/>
    <w:rsid w:val="00EF041C"/>
    <w:rsid w:val="00F05B1F"/>
    <w:rsid w:val="00F24D89"/>
    <w:rsid w:val="00F259DA"/>
    <w:rsid w:val="00F32900"/>
    <w:rsid w:val="00F45A3F"/>
    <w:rsid w:val="00F47D8D"/>
    <w:rsid w:val="00F571EE"/>
    <w:rsid w:val="00F602CF"/>
    <w:rsid w:val="00F741C6"/>
    <w:rsid w:val="00F75693"/>
    <w:rsid w:val="00F76778"/>
    <w:rsid w:val="00F944B1"/>
    <w:rsid w:val="00FA42E6"/>
    <w:rsid w:val="00FB0981"/>
    <w:rsid w:val="00FB4E37"/>
    <w:rsid w:val="00FC2CAD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CA6E95-9676-4FF2-AFEC-791CC716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 Spacing" w:qFormat="1"/>
    <w:lsdException w:name="Medium Grid 1" w:uiPriority="99"/>
    <w:lsdException w:name="Medium Grid 2" w:uiPriority="1" w:qFormat="1"/>
    <w:lsdException w:name="List Paragraph" w:uiPriority="34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Medium Grid 1 Accent 2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styleId="MediumList2-Accent4">
    <w:name w:val="Medium List 2 Accent 4"/>
    <w:basedOn w:val="Normal"/>
    <w:uiPriority w:val="34"/>
    <w:qFormat/>
    <w:rsid w:val="00C0379D"/>
    <w:pPr>
      <w:ind w:left="720"/>
      <w:contextualSpacing/>
    </w:pPr>
  </w:style>
  <w:style w:type="character" w:styleId="ColorfulShading-Accent2">
    <w:name w:val="Colorful Shading Accent 2"/>
    <w:uiPriority w:val="99"/>
    <w:rsid w:val="00691B0E"/>
    <w:rPr>
      <w:color w:val="808080"/>
    </w:rPr>
  </w:style>
  <w:style w:type="paragraph" w:styleId="ColorfulShading-Accent3">
    <w:name w:val="Colorful Shading Accent 3"/>
    <w:basedOn w:val="Normal"/>
    <w:uiPriority w:val="34"/>
    <w:qFormat/>
    <w:rsid w:val="00DD576E"/>
    <w:pPr>
      <w:ind w:left="720"/>
      <w:contextualSpacing/>
    </w:pPr>
  </w:style>
  <w:style w:type="paragraph" w:styleId="LightGrid-Accent3">
    <w:name w:val="Light Grid Accent 3"/>
    <w:basedOn w:val="Normal"/>
    <w:uiPriority w:val="34"/>
    <w:qFormat/>
    <w:rsid w:val="00400F5B"/>
    <w:pPr>
      <w:ind w:left="720"/>
      <w:contextualSpacing/>
    </w:pPr>
  </w:style>
  <w:style w:type="paragraph" w:styleId="MediumGrid1-Accent2">
    <w:name w:val="Medium Grid 1 Accent 2"/>
    <w:basedOn w:val="Normal"/>
    <w:qFormat/>
    <w:rsid w:val="00DD60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ColorfulList-Accent1">
    <w:name w:val="Colorful List Accent 1"/>
    <w:basedOn w:val="Normal"/>
    <w:uiPriority w:val="34"/>
    <w:qFormat/>
    <w:rsid w:val="000E3E7B"/>
    <w:pPr>
      <w:ind w:left="720"/>
      <w:contextualSpacing/>
    </w:pPr>
  </w:style>
  <w:style w:type="paragraph" w:styleId="MediumGrid2">
    <w:name w:val="Medium Grid 2"/>
    <w:uiPriority w:val="1"/>
    <w:qFormat/>
    <w:rsid w:val="00211F9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2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4</cp:revision>
  <cp:lastPrinted>2015-04-21T20:15:00Z</cp:lastPrinted>
  <dcterms:created xsi:type="dcterms:W3CDTF">2015-04-21T20:11:00Z</dcterms:created>
  <dcterms:modified xsi:type="dcterms:W3CDTF">2015-04-21T20:21:00Z</dcterms:modified>
</cp:coreProperties>
</file>